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174FAD" w:rsidRDefault="00174FAD" w:rsidP="00174FAD">
      <w:pPr>
        <w:pStyle w:val="Normal0"/>
        <w:spacing w:before="0"/>
        <w:jc w:val="center"/>
        <w:rPr>
          <w:b/>
          <w:sz w:val="26"/>
          <w:szCs w:val="26"/>
        </w:rPr>
      </w:pPr>
      <w:r w:rsidRPr="00174FAD">
        <w:rPr>
          <w:b/>
          <w:sz w:val="26"/>
          <w:szCs w:val="26"/>
        </w:rPr>
        <w:t>MUSTER 3</w:t>
      </w:r>
    </w:p>
    <w:p w:rsidR="00174FAD" w:rsidRDefault="00174FAD" w:rsidP="00174FAD">
      <w:pPr>
        <w:pStyle w:val="Kopfzeile"/>
        <w:jc w:val="center"/>
        <w:rPr>
          <w:b/>
          <w:sz w:val="22"/>
          <w:szCs w:val="22"/>
        </w:rPr>
      </w:pPr>
      <w:r w:rsidRPr="00174FAD">
        <w:rPr>
          <w:b/>
          <w:sz w:val="22"/>
          <w:szCs w:val="22"/>
        </w:rPr>
        <w:t>(</w:t>
      </w:r>
      <w:r w:rsidR="00BB190B">
        <w:rPr>
          <w:b/>
          <w:sz w:val="22"/>
          <w:szCs w:val="22"/>
        </w:rPr>
        <w:t>Notice-and-Takedown:</w:t>
      </w:r>
      <w:r w:rsidR="002B4EB2">
        <w:rPr>
          <w:b/>
          <w:sz w:val="22"/>
          <w:szCs w:val="22"/>
        </w:rPr>
        <w:t xml:space="preserve"> Schreiben an den </w:t>
      </w:r>
      <w:r w:rsidRPr="00174FAD">
        <w:rPr>
          <w:b/>
          <w:sz w:val="22"/>
          <w:szCs w:val="22"/>
        </w:rPr>
        <w:t>Kunden</w:t>
      </w:r>
      <w:r w:rsidR="002B4EB2">
        <w:rPr>
          <w:b/>
          <w:sz w:val="22"/>
          <w:szCs w:val="22"/>
        </w:rPr>
        <w:t>)</w:t>
      </w:r>
    </w:p>
    <w:p w:rsidR="002B4EB2" w:rsidRPr="00174FAD" w:rsidRDefault="002B4EB2" w:rsidP="00174FAD">
      <w:pPr>
        <w:pStyle w:val="Kopfzeile"/>
        <w:jc w:val="center"/>
        <w:rPr>
          <w:b/>
        </w:rPr>
      </w:pPr>
    </w:p>
    <w:p w:rsidR="00174FAD" w:rsidRDefault="00174FAD" w:rsidP="00174FAD">
      <w:pPr>
        <w:pStyle w:val="Normal0"/>
      </w:pPr>
      <w:r>
        <w:t>[</w:t>
      </w:r>
      <w:r w:rsidRPr="00503DB9">
        <w:rPr>
          <w:highlight w:val="yellow"/>
        </w:rPr>
        <w:t xml:space="preserve">Briefkopf </w:t>
      </w:r>
      <w:r>
        <w:rPr>
          <w:highlight w:val="yellow"/>
        </w:rPr>
        <w:t>Hosting-</w:t>
      </w:r>
      <w:r w:rsidRPr="00503DB9">
        <w:rPr>
          <w:highlight w:val="yellow"/>
        </w:rPr>
        <w:t>Provider</w:t>
      </w:r>
      <w:r>
        <w:t>]</w:t>
      </w:r>
    </w:p>
    <w:p w:rsidR="00174FAD" w:rsidRDefault="00174FAD" w:rsidP="00174FAD">
      <w:pPr>
        <w:pStyle w:val="Normal0"/>
      </w:pPr>
      <w:r>
        <w:t>[</w:t>
      </w:r>
      <w:r w:rsidRPr="00647644">
        <w:rPr>
          <w:highlight w:val="yellow"/>
        </w:rPr>
        <w:t xml:space="preserve">Adresse </w:t>
      </w:r>
      <w:r>
        <w:rPr>
          <w:highlight w:val="yellow"/>
        </w:rPr>
        <w:t>Kunde</w:t>
      </w:r>
      <w:r>
        <w:t>]</w:t>
      </w:r>
    </w:p>
    <w:p w:rsidR="003318B4" w:rsidRDefault="003318B4" w:rsidP="00174FAD">
      <w:pPr>
        <w:pStyle w:val="Normal0"/>
      </w:pPr>
    </w:p>
    <w:p w:rsidR="00174FAD" w:rsidRDefault="00174FAD" w:rsidP="00174FAD">
      <w:pPr>
        <w:pStyle w:val="Normal0"/>
        <w:tabs>
          <w:tab w:val="left" w:pos="7088"/>
        </w:tabs>
      </w:pPr>
      <w:r>
        <w:t>[</w:t>
      </w:r>
      <w:r w:rsidRPr="00CA40EC">
        <w:rPr>
          <w:highlight w:val="yellow"/>
        </w:rPr>
        <w:t>Ort, Datum</w:t>
      </w:r>
      <w:r>
        <w:t>]</w:t>
      </w:r>
    </w:p>
    <w:p w:rsidR="00174FAD" w:rsidRDefault="00174FAD" w:rsidP="00174FAD">
      <w:pPr>
        <w:pStyle w:val="Normal0"/>
        <w:rPr>
          <w:b/>
        </w:rPr>
      </w:pPr>
      <w:r w:rsidRPr="00B61954">
        <w:rPr>
          <w:b/>
        </w:rPr>
        <w:t xml:space="preserve">Hinweis auf </w:t>
      </w:r>
      <w:r>
        <w:rPr>
          <w:b/>
        </w:rPr>
        <w:t>unzulässige</w:t>
      </w:r>
      <w:r w:rsidRPr="00B61954">
        <w:rPr>
          <w:b/>
        </w:rPr>
        <w:t xml:space="preserve"> Inhalte</w:t>
      </w:r>
      <w:r>
        <w:rPr>
          <w:b/>
        </w:rPr>
        <w:t xml:space="preserve"> auf </w:t>
      </w:r>
      <w:r w:rsidRPr="0064240E">
        <w:rPr>
          <w:b/>
        </w:rPr>
        <w:t>[</w:t>
      </w:r>
      <w:r w:rsidRPr="0064240E">
        <w:rPr>
          <w:b/>
          <w:highlight w:val="yellow"/>
        </w:rPr>
        <w:t>Website/Applikation</w:t>
      </w:r>
      <w:r w:rsidRPr="0064240E">
        <w:rPr>
          <w:b/>
        </w:rPr>
        <w:t>]</w:t>
      </w:r>
    </w:p>
    <w:p w:rsidR="00174FAD" w:rsidRDefault="00174FAD" w:rsidP="00174FAD">
      <w:pPr>
        <w:pStyle w:val="Normal0"/>
      </w:pPr>
      <w:r>
        <w:t>Sehr geehrter Herr [</w:t>
      </w:r>
      <w:r w:rsidRPr="00503DB9">
        <w:rPr>
          <w:highlight w:val="yellow"/>
        </w:rPr>
        <w:t>…</w:t>
      </w:r>
      <w:r>
        <w:t>] / geehrte Frau [</w:t>
      </w:r>
      <w:r w:rsidRPr="00503DB9">
        <w:rPr>
          <w:highlight w:val="yellow"/>
        </w:rPr>
        <w:t>…</w:t>
      </w:r>
      <w:r>
        <w:t>]</w:t>
      </w:r>
    </w:p>
    <w:p w:rsidR="00174FAD" w:rsidRDefault="00174FAD" w:rsidP="00174FAD">
      <w:pPr>
        <w:pStyle w:val="Normal0"/>
      </w:pPr>
      <w:r>
        <w:t>Uns wurde von [</w:t>
      </w:r>
      <w:r w:rsidRPr="00061EE6">
        <w:rPr>
          <w:highlight w:val="yellow"/>
        </w:rPr>
        <w:t>Absender Notice</w:t>
      </w:r>
      <w:r>
        <w:t>] mitgeteilt, dass über Ihre [</w:t>
      </w:r>
      <w:r w:rsidRPr="0064240E">
        <w:rPr>
          <w:highlight w:val="yellow"/>
        </w:rPr>
        <w:t>Website/Applikation</w:t>
      </w:r>
      <w:r w:rsidRPr="0064240E">
        <w:t xml:space="preserve">] </w:t>
      </w:r>
      <w:r>
        <w:t>Inhalte zugänglich gemacht werden, [</w:t>
      </w:r>
      <w:r w:rsidRPr="00503DB9">
        <w:rPr>
          <w:i/>
          <w:highlight w:val="yellow"/>
        </w:rPr>
        <w:t>zutreffende Variante(n) auswählen</w:t>
      </w:r>
      <w:r>
        <w:t>]</w:t>
      </w:r>
    </w:p>
    <w:p w:rsidR="00174FAD" w:rsidRDefault="00174FAD" w:rsidP="00174FAD">
      <w:pPr>
        <w:pStyle w:val="Normal0"/>
        <w:numPr>
          <w:ilvl w:val="0"/>
          <w:numId w:val="15"/>
        </w:numPr>
      </w:pPr>
      <w:r>
        <w:t xml:space="preserve">die Rechte Dritter verletzen, nämlich </w:t>
      </w:r>
      <w:r w:rsidRPr="00D7517D">
        <w:rPr>
          <w:highlight w:val="yellow"/>
        </w:rPr>
        <w:t>[Urheberrechte, Markenrechte, Persönlichkeitsrechte]</w:t>
      </w:r>
      <w:r>
        <w:t>;</w:t>
      </w:r>
    </w:p>
    <w:p w:rsidR="00174FAD" w:rsidRDefault="00174FAD" w:rsidP="00174FAD">
      <w:pPr>
        <w:pStyle w:val="Normal0"/>
        <w:numPr>
          <w:ilvl w:val="0"/>
          <w:numId w:val="15"/>
        </w:numPr>
      </w:pPr>
      <w:r>
        <w:t xml:space="preserve">die Straftatbestände erfüllen, nämlich im Bereich </w:t>
      </w:r>
      <w:r w:rsidRPr="00D7517D">
        <w:rPr>
          <w:highlight w:val="yellow"/>
        </w:rPr>
        <w:t>[Pornographie, Gewaltdarstellung, Rassismus, Ehrverletzung]</w:t>
      </w:r>
      <w:r>
        <w:t>.</w:t>
      </w:r>
    </w:p>
    <w:p w:rsidR="00174FAD" w:rsidRDefault="00174FAD" w:rsidP="00174FAD">
      <w:pPr>
        <w:pStyle w:val="Normal0"/>
      </w:pPr>
      <w:r>
        <w:t>Das entsprechende Schreiben des Absenders der Beanstandung finden Sie in der Beilage.</w:t>
      </w:r>
    </w:p>
    <w:p w:rsidR="00174FAD" w:rsidRDefault="00174FAD" w:rsidP="00174FAD">
      <w:pPr>
        <w:pStyle w:val="Normal0"/>
      </w:pPr>
      <w:r>
        <w:t>Als Hosting-Provider stellen wir Ihnen eine Infrastruktur und damit zusammenhängende Dienstleistungen zur Verfügung, die es Ihnen ermöglichen, Inhalte zu speichern, zu verarbeiten und Dritten öffentlich zugänglich zu machen. Wir machen Sie darauf aufmerksam, dass Sie unter Inanspruchnahme unserer Dienstleistungen nur rechtmässige Inhalte zugänglich machen dürfen</w:t>
      </w:r>
      <w:r w:rsidR="004F193F">
        <w:t xml:space="preserve">. Für </w:t>
      </w:r>
      <w:r>
        <w:t xml:space="preserve">alle zugänglich gemachten Inhalte </w:t>
      </w:r>
      <w:r w:rsidR="004F193F">
        <w:t xml:space="preserve">sind Sie </w:t>
      </w:r>
      <w:r>
        <w:t xml:space="preserve">alleine verantwortlich. Überdies weisen wir Sie darauf hin, dass Sie uns gegenüber für Aufwendungen im Zusammenhang mit der Abwehr von Ansprüchen Dritter und für einen allfälligen weiteren Schaden ersatzpflichtig sind. </w:t>
      </w:r>
      <w:r w:rsidRPr="004F193F">
        <w:t>Wir behalten uns vor, von Ihnen für die vorsorgliche Deckung dieses Schadens eine Sicherheitsleistung zu verlangen.</w:t>
      </w:r>
    </w:p>
    <w:p w:rsidR="00174FAD" w:rsidRDefault="00174FAD" w:rsidP="00174FAD">
      <w:pPr>
        <w:pStyle w:val="Normal0"/>
      </w:pPr>
      <w:r>
        <w:t>Wir haben die vom oben genannten Absender beanstandeten Inhalte gesichtet. Die Sichtung hat ergeben, dass die erhobenen Vorwürfe offensichtlich zutreffen. Wir haben den Zugang zu Ihrer [</w:t>
      </w:r>
      <w:r w:rsidRPr="0064240E">
        <w:rPr>
          <w:highlight w:val="yellow"/>
        </w:rPr>
        <w:t>Website/Applikation</w:t>
      </w:r>
      <w:r w:rsidRPr="0064240E">
        <w:t xml:space="preserve">] </w:t>
      </w:r>
      <w:r>
        <w:t xml:space="preserve">daher, wie im Code </w:t>
      </w:r>
      <w:proofErr w:type="spellStart"/>
      <w:r>
        <w:t>of</w:t>
      </w:r>
      <w:proofErr w:type="spellEnd"/>
      <w:r>
        <w:t xml:space="preserve"> </w:t>
      </w:r>
      <w:proofErr w:type="spellStart"/>
      <w:r>
        <w:t>Conduct</w:t>
      </w:r>
      <w:proofErr w:type="spellEnd"/>
      <w:r>
        <w:t xml:space="preserve"> Hosting der </w:t>
      </w:r>
      <w:proofErr w:type="spellStart"/>
      <w:r w:rsidR="00695908">
        <w:t>Swico</w:t>
      </w:r>
      <w:proofErr w:type="spellEnd"/>
      <w:r>
        <w:t xml:space="preserve"> und in unseren AGB vorgesehen, vorsorglich gesperrt und fordern Sie auf, die beanstandeten Inhalte unverzüglich zu entfernen. </w:t>
      </w:r>
      <w:r w:rsidRPr="004F193F">
        <w:t>Überdies behalten wir uns vor, Meldung an die KOBIK (Nationale Koordinationsstelle zur Bekämpfung der Internet-Kriminalität) oder an die Strafverfolgungsbehörden zu erstatten.</w:t>
      </w:r>
    </w:p>
    <w:p w:rsidR="00174FAD" w:rsidRDefault="00174FAD" w:rsidP="00174FAD">
      <w:pPr>
        <w:pStyle w:val="Normal0"/>
      </w:pPr>
      <w:r>
        <w:t>Sofern Sie die Vorwürfe nicht anerkennen, klären Sie die Angelegenheit bitte direkt mit dem oben genannten Absender der Beanstandung. Dessen Kontaktdaten finden Sie im als Beilage weitergeleiteten Sch</w:t>
      </w:r>
      <w:r w:rsidR="005F29F2">
        <w:t>r</w:t>
      </w:r>
      <w:r>
        <w:t>eiben. Der Zugang zu Ihrer [</w:t>
      </w:r>
      <w:r w:rsidRPr="0064240E">
        <w:rPr>
          <w:highlight w:val="yellow"/>
        </w:rPr>
        <w:t>Website/Applikation</w:t>
      </w:r>
      <w:r w:rsidRPr="0064240E">
        <w:t xml:space="preserve">] </w:t>
      </w:r>
      <w:r>
        <w:t>bleibt bis zur Löschung der Inhalte oder der Klärung der Angelegenheit zwischen Ihnen und dem Absender und/oder durch die Gerichte oder Behörden gesperrt.</w:t>
      </w:r>
    </w:p>
    <w:p w:rsidR="00174FAD" w:rsidRDefault="00174FAD" w:rsidP="00174FAD">
      <w:pPr>
        <w:pStyle w:val="Normal0"/>
      </w:pPr>
      <w:r>
        <w:t>Mit freundlichen Grüssen</w:t>
      </w:r>
    </w:p>
    <w:p w:rsidR="00174FAD" w:rsidRDefault="00174FAD" w:rsidP="00174FAD">
      <w:pPr>
        <w:pStyle w:val="Normal0"/>
      </w:pPr>
      <w:r w:rsidRPr="00F40D88">
        <w:rPr>
          <w:highlight w:val="yellow"/>
        </w:rPr>
        <w:t>[Unterschrift]</w:t>
      </w:r>
    </w:p>
    <w:p w:rsidR="00174FAD" w:rsidRDefault="00174FAD" w:rsidP="00174FAD">
      <w:pPr>
        <w:pStyle w:val="Normal0"/>
      </w:pPr>
      <w:r w:rsidRPr="00F40D88">
        <w:rPr>
          <w:highlight w:val="yellow"/>
        </w:rPr>
        <w:t>[Vorname, Name]</w:t>
      </w:r>
    </w:p>
    <w:p w:rsidR="00174FAD" w:rsidRPr="00174FAD" w:rsidRDefault="00174FAD" w:rsidP="004F193F">
      <w:pPr>
        <w:pStyle w:val="Normal0"/>
        <w:rPr>
          <w:b/>
          <w:sz w:val="18"/>
          <w:szCs w:val="18"/>
        </w:rPr>
      </w:pPr>
    </w:p>
    <w:sectPr w:rsidR="00174FAD" w:rsidRPr="00174FAD" w:rsidSect="00F22376">
      <w:headerReference w:type="default" r:id="rId7"/>
      <w:footerReference w:type="default" r:id="rId8"/>
      <w:headerReference w:type="first" r:id="rId9"/>
      <w:footerReference w:type="first" r:id="rId10"/>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39A" w:rsidRDefault="0096239A">
      <w:r>
        <w:separator/>
      </w:r>
    </w:p>
  </w:endnote>
  <w:endnote w:type="continuationSeparator" w:id="0">
    <w:p w:rsidR="0096239A" w:rsidRDefault="0096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Default="00670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Pr="00670B4C" w:rsidRDefault="00670B4C" w:rsidP="00670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39A" w:rsidRDefault="0096239A">
      <w:r>
        <w:separator/>
      </w:r>
    </w:p>
  </w:footnote>
  <w:footnote w:type="continuationSeparator" w:id="0">
    <w:p w:rsidR="0096239A" w:rsidRDefault="00962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174FAD">
    <w:pPr>
      <w:pStyle w:val="Kopfzeile"/>
      <w:rPr>
        <w:b/>
        <w:sz w:val="18"/>
        <w:szCs w:val="18"/>
      </w:rPr>
    </w:pPr>
    <w:r>
      <w:rPr>
        <w:b/>
        <w:sz w:val="18"/>
        <w:szCs w:val="18"/>
      </w:rPr>
      <w:t>Die Musterschreiben sind im</w:t>
    </w:r>
    <w:r w:rsidRPr="00F53C5C">
      <w:rPr>
        <w:b/>
        <w:sz w:val="18"/>
        <w:szCs w:val="18"/>
      </w:rPr>
      <w:t xml:space="preserve"> Einzelfall anzupassen. Alle gelben Stellen sind durch entsprechende Angaben zu ersetzen. Vor Versand des Briefes ist diese Kopfzeile zu entfernen.</w:t>
    </w:r>
  </w:p>
  <w:p w:rsidR="00174FAD" w:rsidRPr="00174FAD" w:rsidRDefault="00174FAD" w:rsidP="00174FAD">
    <w:pPr>
      <w:pStyle w:val="Kopfzeile"/>
    </w:pPr>
  </w:p>
  <w:p w:rsidR="00045A89" w:rsidRDefault="00045A89">
    <w:pPr>
      <w:pStyle w:val="Kopfzeile"/>
      <w:tabs>
        <w:tab w:val="clear" w:pos="9497"/>
        <w:tab w:val="right" w:pos="9498"/>
      </w:tabs>
      <w:jc w:val="righ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A87669">
    <w:pPr>
      <w:pStyle w:val="Kopfzeile"/>
      <w:jc w:val="center"/>
      <w:rPr>
        <w:b/>
        <w:sz w:val="18"/>
        <w:szCs w:val="18"/>
      </w:rPr>
    </w:pPr>
    <w:r>
      <w:rPr>
        <w:b/>
        <w:sz w:val="18"/>
        <w:szCs w:val="18"/>
      </w:rPr>
      <w:t>Die Musterschreiben sind im</w:t>
    </w:r>
    <w:r w:rsidRPr="00F53C5C">
      <w:rPr>
        <w:b/>
        <w:sz w:val="18"/>
        <w:szCs w:val="18"/>
      </w:rPr>
      <w:t xml:space="preserve"> Einzelfall anzupassen.</w:t>
    </w:r>
  </w:p>
  <w:p w:rsidR="00045A89" w:rsidRPr="00174FAD" w:rsidRDefault="00045A89" w:rsidP="00174F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MANAGE_DOCNUM" w:val="4581610.1"/>
    <w:docVar w:name="MANDATE_NUMBER" w:val="123876"/>
    <w:docVar w:name="VischerPath" w:val="------\"/>
  </w:docVars>
  <w:rsids>
    <w:rsidRoot w:val="003701F1"/>
    <w:rsid w:val="00045A89"/>
    <w:rsid w:val="00067E51"/>
    <w:rsid w:val="00074CE3"/>
    <w:rsid w:val="00094DE3"/>
    <w:rsid w:val="000C2AFE"/>
    <w:rsid w:val="000C4B20"/>
    <w:rsid w:val="000C6A9B"/>
    <w:rsid w:val="00174FAD"/>
    <w:rsid w:val="001B3D26"/>
    <w:rsid w:val="001D16B6"/>
    <w:rsid w:val="001F711D"/>
    <w:rsid w:val="00284188"/>
    <w:rsid w:val="002947FB"/>
    <w:rsid w:val="002B4EB2"/>
    <w:rsid w:val="002F195B"/>
    <w:rsid w:val="003318B4"/>
    <w:rsid w:val="003574C8"/>
    <w:rsid w:val="003701F1"/>
    <w:rsid w:val="00375B0F"/>
    <w:rsid w:val="003C6DE5"/>
    <w:rsid w:val="00445578"/>
    <w:rsid w:val="004553B1"/>
    <w:rsid w:val="004C1FF9"/>
    <w:rsid w:val="004C4FE3"/>
    <w:rsid w:val="004C50BC"/>
    <w:rsid w:val="004E4E35"/>
    <w:rsid w:val="004F193F"/>
    <w:rsid w:val="005115D4"/>
    <w:rsid w:val="00526C74"/>
    <w:rsid w:val="005646D2"/>
    <w:rsid w:val="00575C2B"/>
    <w:rsid w:val="005806A2"/>
    <w:rsid w:val="00593898"/>
    <w:rsid w:val="005B4F67"/>
    <w:rsid w:val="005F29F2"/>
    <w:rsid w:val="00620F10"/>
    <w:rsid w:val="0064174D"/>
    <w:rsid w:val="00647644"/>
    <w:rsid w:val="0066201C"/>
    <w:rsid w:val="00666D3B"/>
    <w:rsid w:val="00670B4C"/>
    <w:rsid w:val="00686999"/>
    <w:rsid w:val="00695908"/>
    <w:rsid w:val="006B33BB"/>
    <w:rsid w:val="006C3AAD"/>
    <w:rsid w:val="006C5041"/>
    <w:rsid w:val="006D1143"/>
    <w:rsid w:val="007106B2"/>
    <w:rsid w:val="00737E7A"/>
    <w:rsid w:val="00740519"/>
    <w:rsid w:val="00744692"/>
    <w:rsid w:val="00754F98"/>
    <w:rsid w:val="00757FB7"/>
    <w:rsid w:val="00834B9F"/>
    <w:rsid w:val="00855004"/>
    <w:rsid w:val="008A2416"/>
    <w:rsid w:val="008D6192"/>
    <w:rsid w:val="008E61EF"/>
    <w:rsid w:val="00940444"/>
    <w:rsid w:val="00950A96"/>
    <w:rsid w:val="00950BA0"/>
    <w:rsid w:val="0096239A"/>
    <w:rsid w:val="00973BE8"/>
    <w:rsid w:val="009B293A"/>
    <w:rsid w:val="009B5FDA"/>
    <w:rsid w:val="009C2D6E"/>
    <w:rsid w:val="009D5ED6"/>
    <w:rsid w:val="009D7873"/>
    <w:rsid w:val="00A523DA"/>
    <w:rsid w:val="00A71918"/>
    <w:rsid w:val="00A87669"/>
    <w:rsid w:val="00A94A15"/>
    <w:rsid w:val="00AA1575"/>
    <w:rsid w:val="00AA2320"/>
    <w:rsid w:val="00AD5AFA"/>
    <w:rsid w:val="00AE1B0D"/>
    <w:rsid w:val="00AF297D"/>
    <w:rsid w:val="00B21F2D"/>
    <w:rsid w:val="00B32D60"/>
    <w:rsid w:val="00B72695"/>
    <w:rsid w:val="00BA2FC5"/>
    <w:rsid w:val="00BB1868"/>
    <w:rsid w:val="00BB190B"/>
    <w:rsid w:val="00BC60BF"/>
    <w:rsid w:val="00BC689A"/>
    <w:rsid w:val="00BD6B07"/>
    <w:rsid w:val="00BF1E59"/>
    <w:rsid w:val="00C77454"/>
    <w:rsid w:val="00CD4964"/>
    <w:rsid w:val="00CD65F7"/>
    <w:rsid w:val="00CF646A"/>
    <w:rsid w:val="00D718D7"/>
    <w:rsid w:val="00DF1B7C"/>
    <w:rsid w:val="00E25D0D"/>
    <w:rsid w:val="00E46074"/>
    <w:rsid w:val="00EA10BD"/>
    <w:rsid w:val="00ED06A7"/>
    <w:rsid w:val="00EE25E7"/>
    <w:rsid w:val="00F01877"/>
    <w:rsid w:val="00F22376"/>
    <w:rsid w:val="00F22819"/>
    <w:rsid w:val="00F240E0"/>
    <w:rsid w:val="00F44C45"/>
    <w:rsid w:val="00F61700"/>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64C999"/>
  <w15:docId w15:val="{5EBB17CD-5912-4DC9-A628-A387EAE6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lang w:eastAsia="de-DE"/>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lang w:val="x-none" w:eastAsia="de-DE"/>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2010\leer\leer%20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K:\vorlagen2010\leer\leer de.dotx</Template>
  <TotalTime>0</TotalTime>
  <Pages>1</Pages>
  <Words>332</Words>
  <Characters>2092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130128_Musterschreiben 1-4</vt:lpstr>
    </vt:vector>
  </TitlesOfParts>
  <Company>VISCHER AG</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130128_Musterschreiben 1-4</dc:title>
  <dc:subject>DTYP:;SPRACHE:Deutsch;AKOP:-1;DAUER:0;MandatsNr:0000126216;AdressNr:00000126430000031560;WSTATE:;DSTATE:;OWNER:THST;VERSION:</dc:subject>
  <dc:creator>THST / THST</dc:creator>
  <cp:keywords/>
  <dc:description/>
  <cp:lastModifiedBy>Lovey Wymann</cp:lastModifiedBy>
  <cp:revision>3</cp:revision>
  <cp:lastPrinted>2020-02-12T10:33:00Z</cp:lastPrinted>
  <dcterms:created xsi:type="dcterms:W3CDTF">2020-03-11T13:32:00Z</dcterms:created>
  <dcterms:modified xsi:type="dcterms:W3CDTF">2020-03-11T13:43:00Z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_KEY">
    <vt:lpwstr>0001975973</vt:lpwstr>
  </property>
  <property fmtid="{D5CDD505-2E9C-101B-9397-08002B2CF9AE}" pid="3" name="_NewReviewCycle">
    <vt:lpwstr/>
  </property>
  <property fmtid="{D5CDD505-2E9C-101B-9397-08002B2CF9AE}" pid="4" name="IMANAGE_DOCNUM">
    <vt:lpwstr>4581610.1</vt:lpwstr>
  </property>
  <property fmtid="{D5CDD505-2E9C-101B-9397-08002B2CF9AE}" pid="5" name="MANDATE_NUMBER">
    <vt:lpwstr>123876</vt:lpwstr>
  </property>
</Properties>
</file>